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FC1" w:rsidRDefault="00A27F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_____________________________________________  Date:_________________</w:t>
      </w:r>
    </w:p>
    <w:p w:rsidR="00A27FC1" w:rsidRDefault="00A27FC1" w:rsidP="0091668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Vocabulary Week 4</w:t>
      </w:r>
    </w:p>
    <w:p w:rsidR="00A27FC1" w:rsidRPr="0091668A" w:rsidRDefault="00A27FC1" w:rsidP="009166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Directions: For each vocabulary word, list two or three synonyms, or list the root word.</w:t>
      </w:r>
      <w:r w:rsidRPr="009166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FC1" w:rsidRDefault="00A27FC1" w:rsidP="0091668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Appropriate</w:t>
      </w:r>
    </w:p>
    <w:p w:rsidR="00A27FC1" w:rsidRDefault="00A27FC1" w:rsidP="00F629CB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A27FC1" w:rsidRPr="0091668A" w:rsidRDefault="00A27FC1" w:rsidP="0091668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27FC1" w:rsidRDefault="00A27FC1" w:rsidP="0091668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Requirements</w:t>
      </w:r>
      <w:r>
        <w:rPr>
          <w:rFonts w:ascii="Times New Roman" w:hAnsi="Times New Roman" w:cs="Times New Roman"/>
          <w:sz w:val="24"/>
          <w:szCs w:val="24"/>
        </w:rPr>
        <w:br/>
      </w:r>
      <w:r w:rsidRPr="009166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FC1" w:rsidRDefault="00A27FC1" w:rsidP="00527081">
      <w:pPr>
        <w:rPr>
          <w:rFonts w:ascii="Times New Roman" w:hAnsi="Times New Roman" w:cs="Times New Roman"/>
          <w:sz w:val="24"/>
          <w:szCs w:val="24"/>
        </w:rPr>
      </w:pPr>
    </w:p>
    <w:p w:rsidR="00A27FC1" w:rsidRPr="00527081" w:rsidRDefault="00A27FC1" w:rsidP="00527081">
      <w:pPr>
        <w:rPr>
          <w:rFonts w:ascii="Times New Roman" w:hAnsi="Times New Roman" w:cs="Times New Roman"/>
          <w:sz w:val="24"/>
          <w:szCs w:val="24"/>
        </w:rPr>
      </w:pPr>
    </w:p>
    <w:p w:rsidR="00A27FC1" w:rsidRDefault="00A27FC1" w:rsidP="0091668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Scenario</w:t>
      </w:r>
    </w:p>
    <w:p w:rsidR="00A27FC1" w:rsidRDefault="00A27FC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27FC1" w:rsidRDefault="00A27FC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27FC1" w:rsidRPr="0091668A" w:rsidRDefault="00A27FC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27FC1" w:rsidRDefault="00A27FC1" w:rsidP="0052708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Responsibility</w:t>
      </w:r>
    </w:p>
    <w:p w:rsidR="00A27FC1" w:rsidRDefault="00A27FC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27FC1" w:rsidRDefault="00A27FC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27FC1" w:rsidRPr="00527081" w:rsidRDefault="00A27FC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27FC1" w:rsidRDefault="00A27FC1" w:rsidP="0052708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Communication</w:t>
      </w:r>
    </w:p>
    <w:p w:rsidR="00A27FC1" w:rsidRDefault="00A27FC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27FC1" w:rsidRDefault="00A27FC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27FC1" w:rsidRPr="00527081" w:rsidRDefault="00A27FC1" w:rsidP="005270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27FC1" w:rsidRPr="0091668A" w:rsidRDefault="00A27FC1" w:rsidP="00F629CB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Expectations </w:t>
      </w:r>
    </w:p>
    <w:sectPr w:rsidR="00A27FC1" w:rsidRPr="0091668A" w:rsidSect="00F906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434B2"/>
    <w:multiLevelType w:val="hybridMultilevel"/>
    <w:tmpl w:val="9F26F6C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8365C"/>
    <w:multiLevelType w:val="hybridMultilevel"/>
    <w:tmpl w:val="ED50A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3A77F5"/>
    <w:multiLevelType w:val="hybridMultilevel"/>
    <w:tmpl w:val="17E04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97838"/>
    <w:multiLevelType w:val="hybridMultilevel"/>
    <w:tmpl w:val="36885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13B78"/>
    <w:multiLevelType w:val="hybridMultilevel"/>
    <w:tmpl w:val="786A1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E32E80"/>
    <w:multiLevelType w:val="hybridMultilevel"/>
    <w:tmpl w:val="7CD2F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60028F"/>
    <w:multiLevelType w:val="hybridMultilevel"/>
    <w:tmpl w:val="BAA61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0A1B5C"/>
    <w:multiLevelType w:val="hybridMultilevel"/>
    <w:tmpl w:val="ED58E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68A"/>
    <w:rsid w:val="00527081"/>
    <w:rsid w:val="0091668A"/>
    <w:rsid w:val="00A27FC1"/>
    <w:rsid w:val="00C52C98"/>
    <w:rsid w:val="00F629CB"/>
    <w:rsid w:val="00F90686"/>
    <w:rsid w:val="00FF6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68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1668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41</Words>
  <Characters>239</Characters>
  <Application>Microsoft Office Outlook</Application>
  <DocSecurity>0</DocSecurity>
  <Lines>0</Lines>
  <Paragraphs>0</Paragraphs>
  <ScaleCrop>false</ScaleCrop>
  <Company>HEC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_____________________________________________  Date:_________________</dc:title>
  <dc:subject/>
  <dc:creator>SPED User</dc:creator>
  <cp:keywords/>
  <dc:description/>
  <cp:lastModifiedBy>USER</cp:lastModifiedBy>
  <cp:revision>2</cp:revision>
  <cp:lastPrinted>2011-09-19T13:05:00Z</cp:lastPrinted>
  <dcterms:created xsi:type="dcterms:W3CDTF">2011-09-26T12:19:00Z</dcterms:created>
  <dcterms:modified xsi:type="dcterms:W3CDTF">2011-09-26T12:19:00Z</dcterms:modified>
</cp:coreProperties>
</file>